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CC" w:rsidRDefault="00476BF1">
      <w:pPr>
        <w:rPr>
          <w:rFonts w:hint="eastAsia"/>
        </w:rPr>
      </w:pPr>
      <w:r>
        <w:rPr>
          <w:rFonts w:hint="eastAsia"/>
        </w:rPr>
        <w:t>留德小结：</w:t>
      </w:r>
    </w:p>
    <w:p w:rsidR="00476BF1" w:rsidRDefault="00476BF1">
      <w:pPr>
        <w:rPr>
          <w:rFonts w:hint="eastAsia"/>
        </w:rPr>
      </w:pPr>
      <w:r>
        <w:rPr>
          <w:rFonts w:hint="eastAsia"/>
        </w:rPr>
        <w:t xml:space="preserve">1 </w:t>
      </w:r>
      <w:r>
        <w:rPr>
          <w:rFonts w:hint="eastAsia"/>
        </w:rPr>
        <w:t>年的交流已经快要接近尾声，最近这段时间也一直忙于准备研究生的申请材料以及写论文。所以说相比于实习刚开始可以说是比较忙的，当然和上课的时候没法比。唯一比较艰辛的就是每天都得早起上班（当然除了休息日）。</w:t>
      </w:r>
    </w:p>
    <w:p w:rsidR="005156E8" w:rsidRDefault="005156E8">
      <w:pPr>
        <w:rPr>
          <w:rFonts w:hint="eastAsia"/>
        </w:rPr>
      </w:pPr>
      <w:r>
        <w:rPr>
          <w:rFonts w:hint="eastAsia"/>
        </w:rPr>
        <w:t>写论文还是得看个人</w:t>
      </w:r>
      <w:r w:rsidR="00EA4E4F">
        <w:rPr>
          <w:rFonts w:hint="eastAsia"/>
        </w:rPr>
        <w:t>进度以及对论文内容的熟悉度。有些论文的内容十分具体，写得时候就会比较有思路，当然也有些论文题目太大就会有种无从下手的感觉。我因为当初签的是</w:t>
      </w:r>
      <w:r w:rsidR="00EA4E4F">
        <w:rPr>
          <w:rFonts w:hint="eastAsia"/>
        </w:rPr>
        <w:t>6</w:t>
      </w:r>
      <w:r w:rsidR="00EA4E4F">
        <w:rPr>
          <w:rFonts w:hint="eastAsia"/>
        </w:rPr>
        <w:t>个月的论文合同，所以在时间安排上基本是前</w:t>
      </w:r>
      <w:r w:rsidR="00EA4E4F">
        <w:rPr>
          <w:rFonts w:hint="eastAsia"/>
        </w:rPr>
        <w:t>3</w:t>
      </w:r>
      <w:r w:rsidR="00EA4E4F">
        <w:rPr>
          <w:rFonts w:hint="eastAsia"/>
        </w:rPr>
        <w:t>个月一直在做与论文内容相关的工作，后</w:t>
      </w:r>
      <w:r w:rsidR="00EA4E4F">
        <w:rPr>
          <w:rFonts w:hint="eastAsia"/>
        </w:rPr>
        <w:t>3</w:t>
      </w:r>
      <w:r w:rsidR="00EA4E4F">
        <w:rPr>
          <w:rFonts w:hint="eastAsia"/>
        </w:rPr>
        <w:t>个月就把自己做的内容写下来就可以了。所幸我的论文题目比较具体，就是一个控制程序的开发</w:t>
      </w:r>
      <w:r w:rsidR="00F822BB">
        <w:rPr>
          <w:rFonts w:hint="eastAsia"/>
        </w:rPr>
        <w:t>，所以写起来还是比较容易上手的。因为前</w:t>
      </w:r>
      <w:r w:rsidR="00F822BB">
        <w:rPr>
          <w:rFonts w:hint="eastAsia"/>
        </w:rPr>
        <w:t>3</w:t>
      </w:r>
      <w:r w:rsidR="00F822BB">
        <w:rPr>
          <w:rFonts w:hint="eastAsia"/>
        </w:rPr>
        <w:t>个月都是在做这方面的工作，所以也感觉有东西可以写。思路如果清楚地话，初稿还是比较快地就能写出来的。接下来就是改论文阶段了。因为我们要求的是德语的论文，所以对于某些语法，格式，措辞</w:t>
      </w:r>
      <w:r w:rsidR="00FC6A1F">
        <w:rPr>
          <w:rFonts w:hint="eastAsia"/>
        </w:rPr>
        <w:t>这些方面</w:t>
      </w:r>
      <w:r w:rsidR="00F822BB">
        <w:rPr>
          <w:rFonts w:hint="eastAsia"/>
        </w:rPr>
        <w:t>都得注意。这方面可以问问</w:t>
      </w:r>
      <w:r w:rsidR="00FC6A1F">
        <w:rPr>
          <w:rFonts w:hint="eastAsia"/>
        </w:rPr>
        <w:t>学校的</w:t>
      </w:r>
      <w:r w:rsidR="00F822BB">
        <w:rPr>
          <w:rFonts w:hint="eastAsia"/>
        </w:rPr>
        <w:t>教授，当然</w:t>
      </w:r>
      <w:r w:rsidR="00F822BB">
        <w:rPr>
          <w:rFonts w:hint="eastAsia"/>
        </w:rPr>
        <w:t>Harz</w:t>
      </w:r>
      <w:r w:rsidR="00F822BB">
        <w:rPr>
          <w:rFonts w:hint="eastAsia"/>
        </w:rPr>
        <w:t>的同学第一学期会做一个</w:t>
      </w:r>
      <w:r w:rsidR="00F822BB">
        <w:rPr>
          <w:rFonts w:hint="eastAsia"/>
        </w:rPr>
        <w:t>Teamprojekt</w:t>
      </w:r>
      <w:r w:rsidR="00F822BB">
        <w:rPr>
          <w:rFonts w:hint="eastAsia"/>
        </w:rPr>
        <w:t>，在最后的演示中</w:t>
      </w:r>
      <w:r w:rsidR="00F822BB">
        <w:rPr>
          <w:rFonts w:hint="eastAsia"/>
        </w:rPr>
        <w:t xml:space="preserve">Herr Stolz </w:t>
      </w:r>
      <w:r w:rsidR="00F822BB">
        <w:rPr>
          <w:rFonts w:hint="eastAsia"/>
        </w:rPr>
        <w:t>会提出一些格式上的建议，</w:t>
      </w:r>
      <w:r w:rsidR="00FC6A1F">
        <w:rPr>
          <w:rFonts w:hint="eastAsia"/>
        </w:rPr>
        <w:t>同样适用我们的论文，所以能记就记下来吧。</w:t>
      </w:r>
    </w:p>
    <w:p w:rsidR="00FC6A1F" w:rsidRPr="00FC6A1F" w:rsidRDefault="00FC6A1F">
      <w:pPr>
        <w:rPr>
          <w:rFonts w:hint="eastAsia"/>
        </w:rPr>
      </w:pPr>
      <w:r>
        <w:rPr>
          <w:rFonts w:hint="eastAsia"/>
        </w:rPr>
        <w:t>申请研究生是真的烦。每个学校的要求都不一样，最后需要交的材料也不一样，所以都得一个个去看</w:t>
      </w:r>
      <w:r w:rsidR="00D908BF">
        <w:rPr>
          <w:rFonts w:hint="eastAsia"/>
        </w:rPr>
        <w:t>。</w:t>
      </w:r>
      <w:r>
        <w:rPr>
          <w:rFonts w:hint="eastAsia"/>
        </w:rPr>
        <w:t>德福</w:t>
      </w:r>
      <w:r>
        <w:rPr>
          <w:rFonts w:hint="eastAsia"/>
        </w:rPr>
        <w:t>4</w:t>
      </w:r>
      <w:r>
        <w:rPr>
          <w:rFonts w:hint="eastAsia"/>
        </w:rPr>
        <w:t>个</w:t>
      </w:r>
      <w:r>
        <w:rPr>
          <w:rFonts w:hint="eastAsia"/>
        </w:rPr>
        <w:t>4</w:t>
      </w:r>
      <w:r>
        <w:rPr>
          <w:rFonts w:hint="eastAsia"/>
        </w:rPr>
        <w:t>是真的有用</w:t>
      </w:r>
      <w:r w:rsidR="00D908BF">
        <w:rPr>
          <w:rFonts w:hint="eastAsia"/>
        </w:rPr>
        <w:t>啊</w:t>
      </w:r>
      <w:r>
        <w:rPr>
          <w:rFonts w:hint="eastAsia"/>
        </w:rPr>
        <w:t>，起码能</w:t>
      </w:r>
      <w:r w:rsidR="00D908BF">
        <w:rPr>
          <w:rFonts w:hint="eastAsia"/>
        </w:rPr>
        <w:t>报</w:t>
      </w:r>
      <w:r w:rsidR="00D908BF">
        <w:rPr>
          <w:rFonts w:hint="eastAsia"/>
        </w:rPr>
        <w:t>TUM</w:t>
      </w:r>
      <w:r w:rsidR="00D908BF">
        <w:rPr>
          <w:rFonts w:hint="eastAsia"/>
        </w:rPr>
        <w:t>，过程也比较简单，德福不够的貌似今年是直接拒了，其它的学校倒是可以用德方毕业证申请，到时候自己写个说明，再签上名字就可以，</w:t>
      </w:r>
      <w:r w:rsidR="00D908BF">
        <w:rPr>
          <w:rFonts w:hint="eastAsia"/>
        </w:rPr>
        <w:t xml:space="preserve"> </w:t>
      </w:r>
      <w:r w:rsidR="00D908BF">
        <w:rPr>
          <w:rFonts w:hint="eastAsia"/>
        </w:rPr>
        <w:t>但是具体学校能不能要你，这就天</w:t>
      </w:r>
      <w:r w:rsidR="0026553D">
        <w:rPr>
          <w:rFonts w:hint="eastAsia"/>
        </w:rPr>
        <w:t>知地知他知了。说简单点就是两个字：随缘。至于学校</w:t>
      </w:r>
      <w:r w:rsidR="0026553D">
        <w:rPr>
          <w:rFonts w:hint="eastAsia"/>
        </w:rPr>
        <w:t xml:space="preserve">, </w:t>
      </w:r>
      <w:r w:rsidR="0026553D">
        <w:rPr>
          <w:rFonts w:hint="eastAsia"/>
        </w:rPr>
        <w:t>因为到现在为止申请还没结束，所以到底哪个学校比较容易申还真不好说，情况每年都在变化。因为我们的上一届去的汉诺威比较多，所以大家也都是投了汉诺威，再投几个其它学校的。还有一个就是材料的准备过程比较艰辛，因为我们的学制比较特殊，所以很多时候并不知道应该找谁开证明，德方院校基本就能开个在读证明，成绩单这种，至于像</w:t>
      </w:r>
      <w:r w:rsidR="006A6148">
        <w:rPr>
          <w:rFonts w:hint="eastAsia"/>
        </w:rPr>
        <w:t>预计</w:t>
      </w:r>
      <w:r w:rsidR="0026553D">
        <w:rPr>
          <w:rFonts w:hint="eastAsia"/>
        </w:rPr>
        <w:t>毕业时间啊，学分啊</w:t>
      </w:r>
      <w:r w:rsidR="006A6148">
        <w:rPr>
          <w:rFonts w:hint="eastAsia"/>
        </w:rPr>
        <w:t>啥的还是得找学院的外办。在申请的过程</w:t>
      </w:r>
      <w:bookmarkStart w:id="0" w:name="_GoBack"/>
      <w:bookmarkEnd w:id="0"/>
      <w:r w:rsidR="006A6148">
        <w:rPr>
          <w:rFonts w:hint="eastAsia"/>
        </w:rPr>
        <w:t>中也得到了上届学长的许多帮助（当然包括刚来德国的时候</w:t>
      </w:r>
      <w:r w:rsidR="00D7085A">
        <w:rPr>
          <w:rFonts w:hint="eastAsia"/>
        </w:rPr>
        <w:t>），所以有问题可以问问学长，相比于你，他们可是老司机。</w:t>
      </w:r>
    </w:p>
    <w:sectPr w:rsidR="00FC6A1F" w:rsidRPr="00FC6A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63"/>
    <w:rsid w:val="0026553D"/>
    <w:rsid w:val="00476BF1"/>
    <w:rsid w:val="004C3CBD"/>
    <w:rsid w:val="005156E8"/>
    <w:rsid w:val="006A6148"/>
    <w:rsid w:val="006F4263"/>
    <w:rsid w:val="007038CC"/>
    <w:rsid w:val="00807B63"/>
    <w:rsid w:val="00D7085A"/>
    <w:rsid w:val="00D908BF"/>
    <w:rsid w:val="00EA4E4F"/>
    <w:rsid w:val="00F822BB"/>
    <w:rsid w:val="00FC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7878B92E.dotm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MANN+HUMMEL GmbH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Jiapeng Wu (PC628BHB)</dc:creator>
  <cp:keywords/>
  <dc:description/>
  <cp:lastModifiedBy>Jiapeng Wu (PC628BHB)</cp:lastModifiedBy>
  <cp:revision>6</cp:revision>
  <dcterms:created xsi:type="dcterms:W3CDTF">2017-07-05T09:01:00Z</dcterms:created>
  <dcterms:modified xsi:type="dcterms:W3CDTF">2017-07-05T11:17:00Z</dcterms:modified>
</cp:coreProperties>
</file>